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custom-properties" Target="docProps/custom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DF969" w14:textId="5E1D1CC0" w:rsidR="004D678A" w:rsidRDefault="00EA3723">
      <w:r>
        <w:rPr>
          <w:rFonts w:cs="Arial"/>
          <w:noProof/>
        </w:rPr>
        <w:t>h</w:t>
      </w:r>
      <w:bookmarkStart w:id="0" w:name="_GoBack"/>
      <w:bookmarkEnd w:id="0"/>
      <w:r w:rsidR="00662FD6">
        <w:rPr>
          <w:rFonts w:cs="Arial"/>
          <w:noProof/>
        </w:rPr>
        <w:t>eader fusch.</w:t>
      </w:r>
    </w:p>
    <w:p w14:paraId="49AF17B8" w14:textId="77777777" w:rsidR="004D678A" w:rsidRPr="006C5179" w:rsidRDefault="004D678A" w:rsidP="00BF3B72">
      <w:pPr>
        <w:rPr>
          <w:rFonts w:cs="Arial"/>
        </w:rPr>
      </w:pPr>
    </w:p>
    <w:p w14:paraId="4335E6DB" w14:textId="1C7F60DA" w:rsidR="00CA27E8" w:rsidRPr="004D0CC5" w:rsidRDefault="00CA27E8" w:rsidP="00CA27E8">
      <w:pPr>
        <w:widowControl w:val="0"/>
        <w:spacing w:line="259" w:lineRule="exact"/>
      </w:pPr>
      <w:r>
        <w:t>blabla</w:t>
      </w:r>
      <w:r w:rsidRPr="004D0CC5">
        <w:t>:</w:t>
      </w:r>
    </w:p>
    <w:p w14:paraId="05E63EA5" w14:textId="431FD75C" w:rsidR="00CA27E8" w:rsidRPr="00CE037E" w:rsidRDefault="00CA27E8" w:rsidP="00CA27E8">
      <w:pPr>
        <w:pStyle w:val="ListParagraph"/>
        <w:numPr>
          <w:ilvl w:val="0"/>
          <w:numId w:val="21"/>
        </w:numPr>
        <w:ind w:left="426" w:hanging="426"/>
        <w:rPr>
          <w:rFonts w:eastAsia="Arial"/>
        </w:rPr>
      </w:pPr>
      <w:r>
        <w:rPr>
          <w:rFonts w:eastAsia="Arial"/>
        </w:rPr>
        <w:t>aaaaaaa</w:t>
      </w:r>
      <w:r w:rsidRPr="00CE037E">
        <w:rPr>
          <w:rFonts w:eastAsia="Arial"/>
        </w:rPr>
        <w:t>.</w:t>
      </w:r>
    </w:p>
    <w:p w14:paraId="6CFE06AC" w14:textId="043E8EF5" w:rsidR="00CA27E8" w:rsidRPr="00CE037E" w:rsidRDefault="00CA27E8" w:rsidP="00CA27E8">
      <w:pPr>
        <w:pStyle w:val="ListParagraph"/>
        <w:numPr>
          <w:ilvl w:val="0"/>
          <w:numId w:val="21"/>
        </w:numPr>
        <w:ind w:left="426" w:hanging="426"/>
        <w:rPr>
          <w:rFonts w:eastAsia="Arial"/>
        </w:rPr>
      </w:pPr>
      <w:r>
        <w:rPr>
          <w:rFonts w:eastAsia="Arial"/>
        </w:rPr>
        <w:t>behhh</w:t>
      </w:r>
      <w:r w:rsidRPr="00CE037E">
        <w:rPr>
          <w:rFonts w:eastAsia="Arial"/>
        </w:rPr>
        <w:t>.</w:t>
      </w:r>
    </w:p>
    <w:p w14:paraId="6852E04E" w14:textId="01DDD409" w:rsidR="00CA27E8" w:rsidRPr="00CE037E" w:rsidRDefault="00CA27E8" w:rsidP="00CA27E8">
      <w:pPr>
        <w:pStyle w:val="ListParagraph"/>
        <w:numPr>
          <w:ilvl w:val="0"/>
          <w:numId w:val="21"/>
        </w:numPr>
        <w:ind w:left="426" w:hanging="426"/>
        <w:rPr>
          <w:rFonts w:eastAsia="Arial"/>
        </w:rPr>
      </w:pPr>
      <w:r>
        <w:rPr>
          <w:rFonts w:eastAsia="Arial"/>
        </w:rPr>
        <w:t>cehhhh.</w:t>
      </w:r>
    </w:p>
    <w:p w14:paraId="4E73F8DC" w14:textId="77777777" w:rsidR="00CA27E8" w:rsidRPr="004D0CC5" w:rsidRDefault="00CA27E8" w:rsidP="00CA27E8">
      <w:pPr>
        <w:widowControl w:val="0"/>
        <w:spacing w:line="259" w:lineRule="exact"/>
      </w:pPr>
    </w:p>
    <w:p w14:paraId="521EF8AC" w14:textId="11EC0E25" w:rsidR="00CA27E8" w:rsidRPr="004D0CC5" w:rsidRDefault="00CA27E8" w:rsidP="00CA27E8">
      <w:pPr>
        <w:widowControl w:val="0"/>
        <w:spacing w:line="259" w:lineRule="exact"/>
      </w:pPr>
      <w:r>
        <w:t>nahahahhaha</w:t>
      </w:r>
      <w:bookmarkStart w:id="1" w:name="_GoBack"/>
      <w:bookmarkEnd w:id="1"/>
    </w:p>
    <w:p w14:paraId="28871A33" w14:textId="77777777" w:rsidR="008A6D7A" w:rsidRPr="00CA27E8" w:rsidRDefault="008A6D7A" w:rsidP="00CA27E8"/>
    <w:sectPr w:rsidR="004D678A" w:rsidRPr="006C5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418" w:bottom="1134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0CE3F" w14:textId="77777777" w:rsidR="00EC1C49" w:rsidRDefault="00EC1C49">
      <w:r>
        <w:separator/>
      </w:r>
    </w:p>
  </w:endnote>
  <w:endnote w:type="continuationSeparator" w:id="0">
    <w:p w14:paraId="77872CF6" w14:textId="77777777" w:rsidR="00EC1C49" w:rsidRDefault="00EC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19895" w14:textId="77777777" w:rsidR="00195583" w:rsidRDefault="001955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B442D" w14:textId="02160012" w:rsidR="00C12538" w:rsidRDefault="00C12538">
    <w:pPr>
      <w:pStyle w:val="Footer"/>
      <w:ind w:right="0"/>
      <w:jc w:val="right"/>
      <w:rPr>
        <w:sz w:val="16"/>
        <w:szCs w:val="16"/>
      </w:rPr>
    </w:pP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</w:instrText>
    </w:r>
    <w:r>
      <w:rPr>
        <w:rStyle w:val="PageNumber"/>
        <w:sz w:val="16"/>
        <w:szCs w:val="16"/>
      </w:rPr>
      <w:fldChar w:fldCharType="separate"/>
    </w:r>
    <w:r w:rsidR="004C55C5">
      <w:rPr>
        <w:rStyle w:val="PageNumber"/>
        <w:noProof/>
        <w:sz w:val="16"/>
        <w:szCs w:val="16"/>
      </w:rPr>
      <w:t>3</w:t>
    </w:r>
    <w:r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7F56" w14:textId="77777777" w:rsidR="00195583" w:rsidRDefault="00195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7F472" w14:textId="77777777" w:rsidR="00EC1C49" w:rsidRDefault="00EC1C49">
      <w:r>
        <w:separator/>
      </w:r>
    </w:p>
  </w:footnote>
  <w:footnote w:type="continuationSeparator" w:id="0">
    <w:p w14:paraId="202123FB" w14:textId="77777777" w:rsidR="00EC1C49" w:rsidRDefault="00EC1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AB3B" w14:textId="77777777" w:rsidR="00195583" w:rsidRDefault="00195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48FDC" w14:textId="47B3FE2B" w:rsidR="00195583" w:rsidRDefault="00195583" w:rsidP="00195583">
    <w:pPr>
      <w:pStyle w:val="Header"/>
      <w:spacing w:after="120"/>
      <w:ind w:right="-1"/>
    </w:pPr>
    <w:r w:rsidRPr="00105353">
      <w:rPr>
        <w:noProof/>
      </w:rPr>
      <w:t>12</w:t>
    </w:r>
    <w:r>
      <w:t xml:space="preserve">. Sitzung des Gemeinderates Walenstadt vom </w:t>
    </w:r>
    <w:r>
      <w:rPr>
        <w:noProof/>
      </w:rPr>
      <w:t>30.05.2018</w:t>
    </w:r>
  </w:p>
  <w:p w14:paraId="5738D8F0" w14:textId="1AC6840C" w:rsidR="00C12538" w:rsidRPr="00195583" w:rsidRDefault="00C12538" w:rsidP="001955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D5085" w14:textId="77777777" w:rsidR="00195583" w:rsidRDefault="00195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271CB"/>
    <w:multiLevelType w:val="multilevel"/>
    <w:tmpl w:val="43EE50C4"/>
    <w:lvl w:ilvl="0">
      <w:start w:val="1"/>
      <w:numFmt w:val="lowerLetter"/>
      <w:pStyle w:val="Indexziffer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30904EC0"/>
    <w:multiLevelType w:val="multilevel"/>
    <w:tmpl w:val="63B0EBD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3DC31849"/>
    <w:multiLevelType w:val="multilevel"/>
    <w:tmpl w:val="AD842792"/>
    <w:styleLink w:val="Formatvorlage1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16940"/>
    <w:multiLevelType w:val="multilevel"/>
    <w:tmpl w:val="C3122D9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7E37724"/>
    <w:multiLevelType w:val="multilevel"/>
    <w:tmpl w:val="FE72EC26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3E045FB"/>
    <w:multiLevelType w:val="multilevel"/>
    <w:tmpl w:val="5E348E46"/>
    <w:styleLink w:val="Formatvorlag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decimal"/>
      <w:lvlText w:val="%1.%2."/>
      <w:lvlJc w:val="left"/>
      <w:pPr>
        <w:ind w:left="1418" w:hanging="1058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2892" w:hanging="147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4933" w:hanging="2041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4502F01"/>
    <w:multiLevelType w:val="multilevel"/>
    <w:tmpl w:val="089EEC3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77C74DEA"/>
    <w:multiLevelType w:val="multilevel"/>
    <w:tmpl w:val="27123A16"/>
    <w:lvl w:ilvl="0">
      <w:start w:val="1"/>
      <w:numFmt w:val="bullet"/>
      <w:pStyle w:val="ListBullet"/>
      <w:lvlText w:val="-"/>
      <w:lvlJc w:val="left"/>
      <w:pPr>
        <w:ind w:left="284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567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bullet"/>
      <w:lvlText w:val="-"/>
      <w:lvlJc w:val="left"/>
      <w:pPr>
        <w:ind w:left="1134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031C68"/>
    <w:multiLevelType w:val="hybridMultilevel"/>
    <w:tmpl w:val="CB94A4D8"/>
    <w:lvl w:ilvl="0" w:tplc="CA40A12A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3"/>
  </w:num>
  <w:num w:numId="20">
    <w:abstractNumId w:val="8"/>
  </w:num>
  <w:num w:numId="21">
    <w:abstractNumId w:val="8"/>
    <w:lvlOverride w:ilvl="0">
      <w:startOverride w:val="1"/>
    </w:lvlOverride>
  </w:num>
  <w:num w:numId="1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intFractionalCharacterWidth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DB" w:val="V:\Protokollverwaltung\AIB\Protokolle\GR_2017\Listen"/>
    <w:docVar w:name="dvLastGNr" w:val=" 31"/>
    <w:docVar w:name="dvProtokollNr" w:val="1"/>
    <w:docVar w:name="dvSitzungDatum" w:val="05.01.2017"/>
    <w:docVar w:name="dvStartGNr" w:val="1"/>
  </w:docVars>
  <w:rsids>
    <w:rsidRoot w:val="00CB7F6F"/>
    <w:rsid w:val="00017C87"/>
    <w:rsid w:val="000200AA"/>
    <w:rsid w:val="00044FB8"/>
    <w:rsid w:val="00050E9F"/>
    <w:rsid w:val="00052377"/>
    <w:rsid w:val="000524A7"/>
    <w:rsid w:val="00057325"/>
    <w:rsid w:val="0006315C"/>
    <w:rsid w:val="000716A4"/>
    <w:rsid w:val="0008146E"/>
    <w:rsid w:val="000847E6"/>
    <w:rsid w:val="00093500"/>
    <w:rsid w:val="00097219"/>
    <w:rsid w:val="000B1B8E"/>
    <w:rsid w:val="000C7E55"/>
    <w:rsid w:val="000D3EFB"/>
    <w:rsid w:val="000E1986"/>
    <w:rsid w:val="000E3092"/>
    <w:rsid w:val="000E547A"/>
    <w:rsid w:val="000F5A09"/>
    <w:rsid w:val="000F7BEF"/>
    <w:rsid w:val="00105A2C"/>
    <w:rsid w:val="0012076C"/>
    <w:rsid w:val="0012079E"/>
    <w:rsid w:val="00120F70"/>
    <w:rsid w:val="00130E1A"/>
    <w:rsid w:val="00141E61"/>
    <w:rsid w:val="00151FCF"/>
    <w:rsid w:val="0016232E"/>
    <w:rsid w:val="00162C0B"/>
    <w:rsid w:val="00180B15"/>
    <w:rsid w:val="00194AC4"/>
    <w:rsid w:val="00195583"/>
    <w:rsid w:val="001A30CD"/>
    <w:rsid w:val="001A450D"/>
    <w:rsid w:val="001A7A04"/>
    <w:rsid w:val="001B1292"/>
    <w:rsid w:val="001B76E6"/>
    <w:rsid w:val="001C3509"/>
    <w:rsid w:val="001D785A"/>
    <w:rsid w:val="001E3C01"/>
    <w:rsid w:val="00200DC1"/>
    <w:rsid w:val="0020144E"/>
    <w:rsid w:val="002043CF"/>
    <w:rsid w:val="0021632F"/>
    <w:rsid w:val="0022189A"/>
    <w:rsid w:val="00222FE5"/>
    <w:rsid w:val="00236145"/>
    <w:rsid w:val="00240C2C"/>
    <w:rsid w:val="0025437B"/>
    <w:rsid w:val="00267798"/>
    <w:rsid w:val="0027271F"/>
    <w:rsid w:val="00274588"/>
    <w:rsid w:val="00291002"/>
    <w:rsid w:val="002944C3"/>
    <w:rsid w:val="002968E1"/>
    <w:rsid w:val="002B41D6"/>
    <w:rsid w:val="002C075C"/>
    <w:rsid w:val="002C0D67"/>
    <w:rsid w:val="002C1CA3"/>
    <w:rsid w:val="002C646A"/>
    <w:rsid w:val="002C66FB"/>
    <w:rsid w:val="002E0A82"/>
    <w:rsid w:val="002E56E5"/>
    <w:rsid w:val="002F15B6"/>
    <w:rsid w:val="002F6A6D"/>
    <w:rsid w:val="00313753"/>
    <w:rsid w:val="0031530F"/>
    <w:rsid w:val="00321BFF"/>
    <w:rsid w:val="0032613F"/>
    <w:rsid w:val="00326D22"/>
    <w:rsid w:val="003309E2"/>
    <w:rsid w:val="003320F8"/>
    <w:rsid w:val="00336A45"/>
    <w:rsid w:val="0033705E"/>
    <w:rsid w:val="00340022"/>
    <w:rsid w:val="00340BFE"/>
    <w:rsid w:val="0034417C"/>
    <w:rsid w:val="0034563C"/>
    <w:rsid w:val="00355126"/>
    <w:rsid w:val="00355BA0"/>
    <w:rsid w:val="0036276B"/>
    <w:rsid w:val="003725C2"/>
    <w:rsid w:val="00375C06"/>
    <w:rsid w:val="00381C44"/>
    <w:rsid w:val="00383D52"/>
    <w:rsid w:val="003862F2"/>
    <w:rsid w:val="003A3189"/>
    <w:rsid w:val="003B166B"/>
    <w:rsid w:val="003B3746"/>
    <w:rsid w:val="003C4E53"/>
    <w:rsid w:val="003C4F22"/>
    <w:rsid w:val="003E274B"/>
    <w:rsid w:val="003F3544"/>
    <w:rsid w:val="003F5251"/>
    <w:rsid w:val="00405B1B"/>
    <w:rsid w:val="00434435"/>
    <w:rsid w:val="00437390"/>
    <w:rsid w:val="00452504"/>
    <w:rsid w:val="00456315"/>
    <w:rsid w:val="004635F0"/>
    <w:rsid w:val="00463A79"/>
    <w:rsid w:val="00470D42"/>
    <w:rsid w:val="004720BB"/>
    <w:rsid w:val="0047702A"/>
    <w:rsid w:val="004827F2"/>
    <w:rsid w:val="00483485"/>
    <w:rsid w:val="00483CC4"/>
    <w:rsid w:val="00483F80"/>
    <w:rsid w:val="00484019"/>
    <w:rsid w:val="0048549B"/>
    <w:rsid w:val="004945EB"/>
    <w:rsid w:val="004A166E"/>
    <w:rsid w:val="004A2577"/>
    <w:rsid w:val="004A36AD"/>
    <w:rsid w:val="004A5109"/>
    <w:rsid w:val="004B2B24"/>
    <w:rsid w:val="004B3C23"/>
    <w:rsid w:val="004C16CE"/>
    <w:rsid w:val="004C2D07"/>
    <w:rsid w:val="004C55C5"/>
    <w:rsid w:val="004C7AC8"/>
    <w:rsid w:val="004D1955"/>
    <w:rsid w:val="004D51CE"/>
    <w:rsid w:val="004D678A"/>
    <w:rsid w:val="004E46C0"/>
    <w:rsid w:val="004F422C"/>
    <w:rsid w:val="005006F0"/>
    <w:rsid w:val="0052030C"/>
    <w:rsid w:val="005221AA"/>
    <w:rsid w:val="00540C89"/>
    <w:rsid w:val="00542A23"/>
    <w:rsid w:val="0057434D"/>
    <w:rsid w:val="005756EB"/>
    <w:rsid w:val="005A2D9C"/>
    <w:rsid w:val="005A3785"/>
    <w:rsid w:val="005B125C"/>
    <w:rsid w:val="005B688E"/>
    <w:rsid w:val="005E139F"/>
    <w:rsid w:val="005E468B"/>
    <w:rsid w:val="005F4F69"/>
    <w:rsid w:val="006020FC"/>
    <w:rsid w:val="006025E8"/>
    <w:rsid w:val="00605E7F"/>
    <w:rsid w:val="006077C3"/>
    <w:rsid w:val="00612413"/>
    <w:rsid w:val="00612711"/>
    <w:rsid w:val="00617904"/>
    <w:rsid w:val="00636876"/>
    <w:rsid w:val="00637762"/>
    <w:rsid w:val="006429E9"/>
    <w:rsid w:val="0064753E"/>
    <w:rsid w:val="0065058F"/>
    <w:rsid w:val="006614E2"/>
    <w:rsid w:val="00662FD6"/>
    <w:rsid w:val="006804BD"/>
    <w:rsid w:val="006848D9"/>
    <w:rsid w:val="00686DE3"/>
    <w:rsid w:val="006A01A7"/>
    <w:rsid w:val="006B3DD1"/>
    <w:rsid w:val="006B3E45"/>
    <w:rsid w:val="006B7CD7"/>
    <w:rsid w:val="006C02FA"/>
    <w:rsid w:val="006C0FBA"/>
    <w:rsid w:val="006C12A5"/>
    <w:rsid w:val="006C5179"/>
    <w:rsid w:val="006C6E8B"/>
    <w:rsid w:val="006D280D"/>
    <w:rsid w:val="006D699A"/>
    <w:rsid w:val="006F3061"/>
    <w:rsid w:val="007016A1"/>
    <w:rsid w:val="007034B8"/>
    <w:rsid w:val="00706FED"/>
    <w:rsid w:val="00711D31"/>
    <w:rsid w:val="00724253"/>
    <w:rsid w:val="00724C8E"/>
    <w:rsid w:val="00725F6F"/>
    <w:rsid w:val="00727701"/>
    <w:rsid w:val="00730B69"/>
    <w:rsid w:val="007354D0"/>
    <w:rsid w:val="007463E8"/>
    <w:rsid w:val="007467E2"/>
    <w:rsid w:val="00750DE2"/>
    <w:rsid w:val="007530A5"/>
    <w:rsid w:val="00755441"/>
    <w:rsid w:val="00755AB4"/>
    <w:rsid w:val="0075613E"/>
    <w:rsid w:val="00760558"/>
    <w:rsid w:val="00761B59"/>
    <w:rsid w:val="00774033"/>
    <w:rsid w:val="00782F0C"/>
    <w:rsid w:val="00784E3B"/>
    <w:rsid w:val="00786662"/>
    <w:rsid w:val="00787A46"/>
    <w:rsid w:val="007962C5"/>
    <w:rsid w:val="007A41D7"/>
    <w:rsid w:val="007B60A9"/>
    <w:rsid w:val="007B740D"/>
    <w:rsid w:val="007D1981"/>
    <w:rsid w:val="007D4B86"/>
    <w:rsid w:val="007E2799"/>
    <w:rsid w:val="007E382E"/>
    <w:rsid w:val="00815279"/>
    <w:rsid w:val="00823364"/>
    <w:rsid w:val="00844FA4"/>
    <w:rsid w:val="00846CD2"/>
    <w:rsid w:val="00873152"/>
    <w:rsid w:val="00875267"/>
    <w:rsid w:val="00877FB4"/>
    <w:rsid w:val="00884447"/>
    <w:rsid w:val="00887EAE"/>
    <w:rsid w:val="008B2F3C"/>
    <w:rsid w:val="008B444F"/>
    <w:rsid w:val="008B696F"/>
    <w:rsid w:val="008B7009"/>
    <w:rsid w:val="008C1E1B"/>
    <w:rsid w:val="008C20F1"/>
    <w:rsid w:val="008D20BF"/>
    <w:rsid w:val="008D50CB"/>
    <w:rsid w:val="008D7D68"/>
    <w:rsid w:val="008E2795"/>
    <w:rsid w:val="00913844"/>
    <w:rsid w:val="009156B7"/>
    <w:rsid w:val="00932E00"/>
    <w:rsid w:val="00932FBB"/>
    <w:rsid w:val="0093474A"/>
    <w:rsid w:val="00935A9A"/>
    <w:rsid w:val="009427DF"/>
    <w:rsid w:val="009449F0"/>
    <w:rsid w:val="0095671F"/>
    <w:rsid w:val="00957751"/>
    <w:rsid w:val="00961204"/>
    <w:rsid w:val="0096168A"/>
    <w:rsid w:val="009750A8"/>
    <w:rsid w:val="00985C4D"/>
    <w:rsid w:val="009923C0"/>
    <w:rsid w:val="009A0ED1"/>
    <w:rsid w:val="009A72FA"/>
    <w:rsid w:val="009A7790"/>
    <w:rsid w:val="009B45C0"/>
    <w:rsid w:val="009B6F76"/>
    <w:rsid w:val="009F4522"/>
    <w:rsid w:val="00A02E83"/>
    <w:rsid w:val="00A03283"/>
    <w:rsid w:val="00A322DB"/>
    <w:rsid w:val="00A35974"/>
    <w:rsid w:val="00A56C87"/>
    <w:rsid w:val="00A57904"/>
    <w:rsid w:val="00A6319B"/>
    <w:rsid w:val="00A70617"/>
    <w:rsid w:val="00A807F1"/>
    <w:rsid w:val="00A87E86"/>
    <w:rsid w:val="00A9786D"/>
    <w:rsid w:val="00AA2636"/>
    <w:rsid w:val="00AA49FE"/>
    <w:rsid w:val="00AC14F1"/>
    <w:rsid w:val="00AC6BB6"/>
    <w:rsid w:val="00AD336D"/>
    <w:rsid w:val="00AE07EA"/>
    <w:rsid w:val="00B00213"/>
    <w:rsid w:val="00B07F51"/>
    <w:rsid w:val="00B11EBF"/>
    <w:rsid w:val="00B13CF6"/>
    <w:rsid w:val="00B1736C"/>
    <w:rsid w:val="00B179FC"/>
    <w:rsid w:val="00B27394"/>
    <w:rsid w:val="00B42FD0"/>
    <w:rsid w:val="00B538DC"/>
    <w:rsid w:val="00B53E4A"/>
    <w:rsid w:val="00B61E48"/>
    <w:rsid w:val="00B6379D"/>
    <w:rsid w:val="00B805FE"/>
    <w:rsid w:val="00B87D4C"/>
    <w:rsid w:val="00B90347"/>
    <w:rsid w:val="00B96318"/>
    <w:rsid w:val="00BB7432"/>
    <w:rsid w:val="00BC5BF5"/>
    <w:rsid w:val="00BD42BC"/>
    <w:rsid w:val="00BD45C9"/>
    <w:rsid w:val="00BD5DB7"/>
    <w:rsid w:val="00BE6602"/>
    <w:rsid w:val="00BE7124"/>
    <w:rsid w:val="00BF02FA"/>
    <w:rsid w:val="00BF034B"/>
    <w:rsid w:val="00BF352A"/>
    <w:rsid w:val="00BF3B72"/>
    <w:rsid w:val="00BF6B78"/>
    <w:rsid w:val="00C0387A"/>
    <w:rsid w:val="00C0554E"/>
    <w:rsid w:val="00C1070F"/>
    <w:rsid w:val="00C12538"/>
    <w:rsid w:val="00C26C0C"/>
    <w:rsid w:val="00C3339A"/>
    <w:rsid w:val="00C402B5"/>
    <w:rsid w:val="00C537D7"/>
    <w:rsid w:val="00C5539A"/>
    <w:rsid w:val="00C8008A"/>
    <w:rsid w:val="00CA0BF6"/>
    <w:rsid w:val="00CA7E21"/>
    <w:rsid w:val="00CB6D2B"/>
    <w:rsid w:val="00CB7F6F"/>
    <w:rsid w:val="00CD3360"/>
    <w:rsid w:val="00CD68A1"/>
    <w:rsid w:val="00CD6AD8"/>
    <w:rsid w:val="00CE0A61"/>
    <w:rsid w:val="00CE6B6D"/>
    <w:rsid w:val="00CF767B"/>
    <w:rsid w:val="00D12801"/>
    <w:rsid w:val="00D12D80"/>
    <w:rsid w:val="00D16E14"/>
    <w:rsid w:val="00D2152A"/>
    <w:rsid w:val="00D41570"/>
    <w:rsid w:val="00D47973"/>
    <w:rsid w:val="00D5129E"/>
    <w:rsid w:val="00D7581A"/>
    <w:rsid w:val="00D811B2"/>
    <w:rsid w:val="00D8293A"/>
    <w:rsid w:val="00D94153"/>
    <w:rsid w:val="00DA2218"/>
    <w:rsid w:val="00DA4500"/>
    <w:rsid w:val="00DA70A0"/>
    <w:rsid w:val="00DA785D"/>
    <w:rsid w:val="00DA7E71"/>
    <w:rsid w:val="00DB7031"/>
    <w:rsid w:val="00DB7C6D"/>
    <w:rsid w:val="00DD3799"/>
    <w:rsid w:val="00DD5F43"/>
    <w:rsid w:val="00DF1C98"/>
    <w:rsid w:val="00DF5F75"/>
    <w:rsid w:val="00DF7014"/>
    <w:rsid w:val="00E00673"/>
    <w:rsid w:val="00E00EBD"/>
    <w:rsid w:val="00E0351D"/>
    <w:rsid w:val="00E03BA4"/>
    <w:rsid w:val="00E17F29"/>
    <w:rsid w:val="00E21865"/>
    <w:rsid w:val="00E22BFA"/>
    <w:rsid w:val="00E23BB4"/>
    <w:rsid w:val="00E24313"/>
    <w:rsid w:val="00E25199"/>
    <w:rsid w:val="00E3032A"/>
    <w:rsid w:val="00E30FBA"/>
    <w:rsid w:val="00E30FE1"/>
    <w:rsid w:val="00E362DC"/>
    <w:rsid w:val="00E375A2"/>
    <w:rsid w:val="00E43C62"/>
    <w:rsid w:val="00E45DAF"/>
    <w:rsid w:val="00E506AE"/>
    <w:rsid w:val="00E52FBE"/>
    <w:rsid w:val="00E600EC"/>
    <w:rsid w:val="00E60422"/>
    <w:rsid w:val="00E64770"/>
    <w:rsid w:val="00E70753"/>
    <w:rsid w:val="00E77745"/>
    <w:rsid w:val="00E94DD1"/>
    <w:rsid w:val="00E96476"/>
    <w:rsid w:val="00EA2F98"/>
    <w:rsid w:val="00EA3723"/>
    <w:rsid w:val="00EB419C"/>
    <w:rsid w:val="00EB7391"/>
    <w:rsid w:val="00EC1C49"/>
    <w:rsid w:val="00EC400F"/>
    <w:rsid w:val="00EC4AB5"/>
    <w:rsid w:val="00ED146A"/>
    <w:rsid w:val="00ED2565"/>
    <w:rsid w:val="00ED2A47"/>
    <w:rsid w:val="00EE15F0"/>
    <w:rsid w:val="00EF591F"/>
    <w:rsid w:val="00EF72C7"/>
    <w:rsid w:val="00F03D18"/>
    <w:rsid w:val="00F03DD2"/>
    <w:rsid w:val="00F11F08"/>
    <w:rsid w:val="00F15D84"/>
    <w:rsid w:val="00F17D4C"/>
    <w:rsid w:val="00F22C82"/>
    <w:rsid w:val="00F22D56"/>
    <w:rsid w:val="00F40666"/>
    <w:rsid w:val="00F419CD"/>
    <w:rsid w:val="00F437AD"/>
    <w:rsid w:val="00F52259"/>
    <w:rsid w:val="00F60146"/>
    <w:rsid w:val="00F63D38"/>
    <w:rsid w:val="00F64893"/>
    <w:rsid w:val="00F70609"/>
    <w:rsid w:val="00F71780"/>
    <w:rsid w:val="00F729A5"/>
    <w:rsid w:val="00F7498B"/>
    <w:rsid w:val="00F758DE"/>
    <w:rsid w:val="00F86E0C"/>
    <w:rsid w:val="00F93486"/>
    <w:rsid w:val="00F949EE"/>
    <w:rsid w:val="00FA0609"/>
    <w:rsid w:val="00FA3E24"/>
    <w:rsid w:val="00FA5EF1"/>
    <w:rsid w:val="00FB09BD"/>
    <w:rsid w:val="00FB0FCE"/>
    <w:rsid w:val="00FC62B6"/>
    <w:rsid w:val="00FC7A5E"/>
    <w:rsid w:val="00FE3314"/>
    <w:rsid w:val="00FE5806"/>
    <w:rsid w:val="00FE6F89"/>
    <w:rsid w:val="00FF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409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rsid w:val="00E70753"/>
    <w:pPr>
      <w:numPr>
        <w:numId w:val="16"/>
      </w:numPr>
      <w:tabs>
        <w:tab w:val="left" w:pos="709"/>
        <w:tab w:val="left" w:pos="1843"/>
      </w:tabs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70753"/>
    <w:pPr>
      <w:numPr>
        <w:ilvl w:val="1"/>
        <w:numId w:val="16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E70753"/>
    <w:pPr>
      <w:numPr>
        <w:ilvl w:val="2"/>
        <w:numId w:val="16"/>
      </w:numPr>
      <w:outlineLvl w:val="2"/>
    </w:pPr>
    <w:rPr>
      <w:b/>
    </w:rPr>
  </w:style>
  <w:style w:type="paragraph" w:styleId="Heading4">
    <w:name w:val="heading 4"/>
    <w:basedOn w:val="Normal"/>
    <w:next w:val="NormalIndent"/>
    <w:rsid w:val="00E70753"/>
    <w:pPr>
      <w:numPr>
        <w:ilvl w:val="3"/>
        <w:numId w:val="16"/>
      </w:numPr>
      <w:outlineLvl w:val="3"/>
    </w:pPr>
    <w:rPr>
      <w:rFonts w:ascii="Times New Roman" w:hAnsi="Times New Roman"/>
      <w:sz w:val="24"/>
      <w:u w:val="single"/>
    </w:rPr>
  </w:style>
  <w:style w:type="paragraph" w:styleId="Heading5">
    <w:name w:val="heading 5"/>
    <w:basedOn w:val="Normal"/>
    <w:next w:val="NormalIndent"/>
    <w:rsid w:val="00E70753"/>
    <w:pPr>
      <w:numPr>
        <w:ilvl w:val="4"/>
        <w:numId w:val="16"/>
      </w:numPr>
      <w:outlineLvl w:val="4"/>
    </w:pPr>
    <w:rPr>
      <w:rFonts w:ascii="Times New Roman" w:hAnsi="Times New Roman"/>
      <w:b/>
    </w:rPr>
  </w:style>
  <w:style w:type="paragraph" w:styleId="Heading6">
    <w:name w:val="heading 6"/>
    <w:basedOn w:val="Normal"/>
    <w:next w:val="NormalIndent"/>
    <w:rsid w:val="00E70753"/>
    <w:pPr>
      <w:numPr>
        <w:ilvl w:val="5"/>
        <w:numId w:val="16"/>
      </w:numPr>
      <w:outlineLvl w:val="5"/>
    </w:pPr>
    <w:rPr>
      <w:rFonts w:ascii="Times New Roman" w:hAnsi="Times New Roman"/>
      <w:u w:val="single"/>
    </w:rPr>
  </w:style>
  <w:style w:type="paragraph" w:styleId="Heading7">
    <w:name w:val="heading 7"/>
    <w:basedOn w:val="Normal"/>
    <w:next w:val="NormalIndent"/>
    <w:rsid w:val="00E70753"/>
    <w:pPr>
      <w:numPr>
        <w:ilvl w:val="6"/>
        <w:numId w:val="16"/>
      </w:numPr>
      <w:outlineLvl w:val="6"/>
    </w:pPr>
    <w:rPr>
      <w:rFonts w:ascii="Times New Roman" w:hAnsi="Times New Roman"/>
      <w:i/>
    </w:rPr>
  </w:style>
  <w:style w:type="paragraph" w:styleId="Heading8">
    <w:name w:val="heading 8"/>
    <w:basedOn w:val="Heading1"/>
    <w:next w:val="NormalIndent"/>
    <w:rsid w:val="00E70753"/>
    <w:pPr>
      <w:numPr>
        <w:ilvl w:val="7"/>
      </w:numPr>
      <w:tabs>
        <w:tab w:val="left" w:pos="1134"/>
      </w:tabs>
      <w:outlineLvl w:val="7"/>
    </w:pPr>
    <w:rPr>
      <w:b w:val="0"/>
      <w:sz w:val="24"/>
    </w:rPr>
  </w:style>
  <w:style w:type="paragraph" w:styleId="Heading9">
    <w:name w:val="heading 9"/>
    <w:basedOn w:val="Heading1"/>
    <w:next w:val="Normal"/>
    <w:qFormat/>
    <w:rsid w:val="00E70753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08"/>
    </w:pPr>
  </w:style>
  <w:style w:type="paragraph" w:styleId="TOC8">
    <w:name w:val="toc 8"/>
    <w:basedOn w:val="TOC1"/>
    <w:next w:val="Normal"/>
    <w:semiHidden/>
    <w:pPr>
      <w:tabs>
        <w:tab w:val="left" w:pos="1134"/>
        <w:tab w:val="right" w:pos="8504"/>
      </w:tabs>
    </w:pPr>
  </w:style>
  <w:style w:type="paragraph" w:styleId="TOC1">
    <w:name w:val="toc 1"/>
    <w:basedOn w:val="Normal"/>
    <w:next w:val="Normal"/>
    <w:semiHidden/>
    <w:pPr>
      <w:tabs>
        <w:tab w:val="left" w:pos="709"/>
        <w:tab w:val="left" w:pos="1843"/>
        <w:tab w:val="left" w:pos="8080"/>
        <w:tab w:val="right" w:pos="10207"/>
      </w:tabs>
    </w:pPr>
  </w:style>
  <w:style w:type="paragraph" w:styleId="TOC7">
    <w:name w:val="toc 7"/>
    <w:basedOn w:val="Normal"/>
    <w:next w:val="Normal"/>
    <w:semiHidden/>
    <w:pPr>
      <w:tabs>
        <w:tab w:val="left" w:leader="dot" w:pos="8646"/>
        <w:tab w:val="right" w:pos="9072"/>
      </w:tabs>
      <w:ind w:left="4253" w:right="850"/>
    </w:pPr>
  </w:style>
  <w:style w:type="paragraph" w:styleId="TOC6">
    <w:name w:val="toc 6"/>
    <w:basedOn w:val="Normal"/>
    <w:next w:val="Normal"/>
    <w:semiHidden/>
    <w:pPr>
      <w:tabs>
        <w:tab w:val="left" w:leader="dot" w:pos="8646"/>
        <w:tab w:val="right" w:pos="9072"/>
      </w:tabs>
      <w:ind w:left="3544" w:right="850"/>
    </w:pPr>
  </w:style>
  <w:style w:type="paragraph" w:styleId="TOC5">
    <w:name w:val="toc 5"/>
    <w:basedOn w:val="Normal"/>
    <w:next w:val="Normal"/>
    <w:semiHidden/>
    <w:pPr>
      <w:tabs>
        <w:tab w:val="left" w:leader="dot" w:pos="8646"/>
        <w:tab w:val="right" w:pos="9072"/>
      </w:tabs>
      <w:ind w:left="2835" w:right="850"/>
    </w:pPr>
  </w:style>
  <w:style w:type="paragraph" w:styleId="TOC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OC3">
    <w:name w:val="toc 3"/>
    <w:basedOn w:val="Normal"/>
    <w:next w:val="Normal"/>
    <w:semiHidden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0"/>
    </w:p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pPr>
      <w:ind w:right="964"/>
      <w:jc w:val="center"/>
    </w:pPr>
  </w:style>
  <w:style w:type="paragraph" w:styleId="Header">
    <w:name w:val="header"/>
    <w:basedOn w:val="Normal"/>
    <w:pPr>
      <w:ind w:right="964"/>
      <w:jc w:val="center"/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Signature">
    <w:name w:val="Signature"/>
    <w:basedOn w:val="Normal"/>
    <w:pPr>
      <w:ind w:left="4252"/>
    </w:pPr>
  </w:style>
  <w:style w:type="paragraph" w:customStyle="1" w:styleId="PV-VersteckterText">
    <w:name w:val="PV-Versteckter Text"/>
    <w:basedOn w:val="Normal"/>
    <w:next w:val="Normal"/>
    <w:rsid w:val="00F93486"/>
  </w:style>
  <w:style w:type="paragraph" w:customStyle="1" w:styleId="KopfBereich">
    <w:name w:val="KopfBereich"/>
    <w:basedOn w:val="Normal"/>
  </w:style>
  <w:style w:type="paragraph" w:customStyle="1" w:styleId="Verteiler">
    <w:name w:val="Verteiler"/>
    <w:basedOn w:val="Normal"/>
    <w:pPr>
      <w:tabs>
        <w:tab w:val="left" w:pos="2835"/>
      </w:tabs>
    </w:pPr>
  </w:style>
  <w:style w:type="paragraph" w:customStyle="1" w:styleId="PV-Mitteilung">
    <w:name w:val="PV-Mitteilung"/>
    <w:basedOn w:val="Normal"/>
    <w:next w:val="Normal"/>
    <w:rsid w:val="00F93486"/>
  </w:style>
  <w:style w:type="paragraph" w:customStyle="1" w:styleId="PV-Titel1">
    <w:name w:val="PV-Titel 1"/>
    <w:basedOn w:val="Normal"/>
    <w:next w:val="PV-Titel2"/>
    <w:rsid w:val="00782F0C"/>
    <w:pPr>
      <w:tabs>
        <w:tab w:val="left" w:pos="709"/>
        <w:tab w:val="left" w:pos="2126"/>
      </w:tabs>
      <w:ind w:left="2126" w:hanging="2126"/>
      <w:outlineLvl w:val="0"/>
    </w:pPr>
    <w:rPr>
      <w:b/>
    </w:rPr>
  </w:style>
  <w:style w:type="paragraph" w:customStyle="1" w:styleId="traktanden">
    <w:name w:val="traktanden"/>
    <w:basedOn w:val="Normal"/>
    <w:pPr>
      <w:spacing w:after="120"/>
    </w:pPr>
  </w:style>
  <w:style w:type="paragraph" w:customStyle="1" w:styleId="PV-Titel2">
    <w:name w:val="PV-Titel 2"/>
    <w:basedOn w:val="Normal"/>
    <w:next w:val="Normal"/>
    <w:rsid w:val="00C5539A"/>
    <w:pPr>
      <w:spacing w:before="100" w:after="200"/>
      <w:ind w:left="2126"/>
      <w:contextualSpacing/>
      <w:outlineLvl w:val="1"/>
    </w:pPr>
    <w:rPr>
      <w:b/>
    </w:rPr>
  </w:style>
  <w:style w:type="paragraph" w:customStyle="1" w:styleId="PV-Beschluss">
    <w:name w:val="PV-Beschluss"/>
    <w:basedOn w:val="Normal"/>
    <w:next w:val="Normal"/>
    <w:rsid w:val="00F93486"/>
  </w:style>
  <w:style w:type="paragraph" w:styleId="ListParagraph">
    <w:name w:val="List Paragraph"/>
    <w:basedOn w:val="ListNumber"/>
    <w:uiPriority w:val="34"/>
    <w:qFormat/>
    <w:rsid w:val="00E70753"/>
    <w:pPr>
      <w:numPr>
        <w:numId w:val="19"/>
      </w:numPr>
    </w:pPr>
    <w:rPr>
      <w:sz w:val="20"/>
    </w:rPr>
  </w:style>
  <w:style w:type="paragraph" w:customStyle="1" w:styleId="Indexziffern">
    <w:name w:val="Indexziffern"/>
    <w:basedOn w:val="Normal"/>
    <w:rsid w:val="00D811B2"/>
    <w:pPr>
      <w:numPr>
        <w:numId w:val="1"/>
      </w:numPr>
      <w:tabs>
        <w:tab w:val="left" w:pos="567"/>
        <w:tab w:val="left" w:pos="851"/>
        <w:tab w:val="left" w:pos="1276"/>
        <w:tab w:val="left" w:pos="5216"/>
        <w:tab w:val="decimal" w:pos="7938"/>
        <w:tab w:val="right" w:pos="9299"/>
      </w:tabs>
      <w:spacing w:after="60"/>
    </w:pPr>
    <w:rPr>
      <w:sz w:val="22"/>
      <w:lang w:eastAsia="de-DE"/>
    </w:rPr>
  </w:style>
  <w:style w:type="paragraph" w:styleId="BodyText">
    <w:name w:val="Body Text"/>
    <w:basedOn w:val="Normal"/>
    <w:link w:val="BodyTextChar"/>
    <w:rsid w:val="00760558"/>
    <w:pPr>
      <w:spacing w:after="60" w:line="264" w:lineRule="auto"/>
    </w:pPr>
    <w:rPr>
      <w:rFonts w:cs="Arial"/>
      <w:sz w:val="22"/>
      <w:szCs w:val="22"/>
      <w:lang w:eastAsia="de-DE"/>
    </w:rPr>
  </w:style>
  <w:style w:type="character" w:customStyle="1" w:styleId="BodyTextChar">
    <w:name w:val="Body Text Char"/>
    <w:basedOn w:val="DefaultParagraphFont"/>
    <w:link w:val="BodyText"/>
    <w:rsid w:val="00760558"/>
    <w:rPr>
      <w:rFonts w:ascii="Arial" w:hAnsi="Arial" w:cs="Arial"/>
      <w:sz w:val="22"/>
      <w:szCs w:val="22"/>
      <w:lang w:eastAsia="de-DE"/>
    </w:rPr>
  </w:style>
  <w:style w:type="paragraph" w:customStyle="1" w:styleId="ST">
    <w:name w:val="ST"/>
    <w:basedOn w:val="BodyText"/>
    <w:link w:val="STZchn"/>
    <w:qFormat/>
    <w:rsid w:val="00760558"/>
    <w:pPr>
      <w:spacing w:before="40" w:after="40"/>
      <w:jc w:val="both"/>
    </w:pPr>
  </w:style>
  <w:style w:type="character" w:customStyle="1" w:styleId="STZchn">
    <w:name w:val="ST Zchn"/>
    <w:basedOn w:val="BodyTextChar"/>
    <w:link w:val="ST"/>
    <w:rsid w:val="00760558"/>
    <w:rPr>
      <w:rFonts w:ascii="Arial" w:hAnsi="Arial" w:cs="Arial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5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5267"/>
    <w:rPr>
      <w:color w:val="0563C1"/>
      <w:u w:val="single"/>
    </w:rPr>
  </w:style>
  <w:style w:type="table" w:customStyle="1" w:styleId="Tabellenraster21">
    <w:name w:val="Tabellenraster21"/>
    <w:basedOn w:val="TableNormal"/>
    <w:uiPriority w:val="59"/>
    <w:rsid w:val="006C517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TableNormal"/>
    <w:next w:val="TableGrid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91">
    <w:name w:val="Tabellenraster91"/>
    <w:basedOn w:val="TableNormal"/>
    <w:uiPriority w:val="59"/>
    <w:rsid w:val="00ED2A47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2968E1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968E1"/>
    <w:pPr>
      <w:widowControl w:val="0"/>
      <w:shd w:val="clear" w:color="auto" w:fill="FFFFFF"/>
      <w:spacing w:after="120" w:line="230" w:lineRule="exact"/>
    </w:pPr>
    <w:rPr>
      <w:rFonts w:eastAsia="Arial" w:cs="Arial"/>
      <w:sz w:val="19"/>
      <w:szCs w:val="19"/>
    </w:rPr>
  </w:style>
  <w:style w:type="paragraph" w:styleId="ListNumber">
    <w:name w:val="List Number"/>
    <w:basedOn w:val="Normal"/>
    <w:rsid w:val="00E70753"/>
    <w:pPr>
      <w:numPr>
        <w:numId w:val="18"/>
      </w:numPr>
      <w:contextualSpacing/>
    </w:pPr>
    <w:rPr>
      <w:sz w:val="22"/>
    </w:rPr>
  </w:style>
  <w:style w:type="paragraph" w:styleId="ListBullet">
    <w:name w:val="List Bullet"/>
    <w:basedOn w:val="Normal"/>
    <w:unhideWhenUsed/>
    <w:qFormat/>
    <w:rsid w:val="00E70753"/>
    <w:pPr>
      <w:numPr>
        <w:numId w:val="17"/>
      </w:numPr>
      <w:contextualSpacing/>
    </w:pPr>
  </w:style>
  <w:style w:type="numbering" w:customStyle="1" w:styleId="Formatvorlage1">
    <w:name w:val="Formatvorlage1"/>
    <w:uiPriority w:val="99"/>
    <w:rsid w:val="003F5251"/>
    <w:pPr>
      <w:numPr>
        <w:numId w:val="2"/>
      </w:numPr>
    </w:pPr>
  </w:style>
  <w:style w:type="numbering" w:customStyle="1" w:styleId="Formatvorlage2">
    <w:name w:val="Formatvorlage2"/>
    <w:uiPriority w:val="99"/>
    <w:rsid w:val="005B688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0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15" Type="http://schemas.openxmlformats.org/officeDocument/2006/relationships/theme" Target="theme/theme1.xml"/><Relationship Id="rId9" Type="http://schemas.openxmlformats.org/officeDocument/2006/relationships/header" Target="header2.xml"/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3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4" Type="http://schemas.openxmlformats.org/officeDocument/2006/relationships/fontTable" Target="fontTable.xml"/></Relationships>
</file>

<file path=word/_rels/settings.xml.rels><?xml version='1.0' encoding='UTF-8' standalone='yes'?>
<Relationships xmlns="http://schemas.openxmlformats.org/package/2006/relationships"><Relationship Id="rId1" Type="http://schemas.openxmlformats.org/officeDocument/2006/relationships/attachedTemplate" Target="file:////V:\Protokollverwaltung\AIB\Vorlagen\PK_G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3F7CE-352F-E24E-AE31-E03B00C0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V:\Protokollverwaltung\AIB\Vorlagen\PK_GR.dot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Company>AIB Informatik AG</Company>
  <LinksUpToDate>false</LinksUpToDate>
  <CharactersWithSpaces>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creator>Mollet Kevin WALENSTADT</dc:creator>
  <cp:lastModifiedBy>David Erni</cp:lastModifiedBy>
  <cp:revision>13</cp:revision>
  <cp:lastPrinted>2017-01-17T14:21:00Z</cp:lastPrinted>
  <dcterms:created xsi:type="dcterms:W3CDTF">2018-03-07T10:52:00Z</dcterms:created>
  <dcterms:modified xsi:type="dcterms:W3CDTF">2018-07-11T10:43:00Z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tzungsDatum">
    <vt:lpwstr>Donnerstag, 5. Januar 2017</vt:lpwstr>
  </property>
  <property fmtid="{D5CDD505-2E9C-101B-9397-08002B2CF9AE}" pid="3" name="SitzungsNr">
    <vt:lpwstr>1</vt:lpwstr>
  </property>
  <property fmtid="{D5CDD505-2E9C-101B-9397-08002B2CF9AE}" pid="4" name="SeitenNr">
    <vt:lpwstr>1</vt:lpwstr>
  </property>
  <property fmtid="{D5CDD505-2E9C-101B-9397-08002B2CF9AE}" pid="5" name="GeschaeftsNr">
    <vt:lpwstr>1</vt:lpwstr>
  </property>
  <property fmtid="{D5CDD505-2E9C-101B-9397-08002B2CF9AE}" pid="6" name="Kommission">
    <vt:lpwstr>VB</vt:lpwstr>
  </property>
  <property fmtid="{D5CDD505-2E9C-101B-9397-08002B2CF9AE}" pid="7" name="Protokollgruppe">
    <vt:lpwstr>GR_2017</vt:lpwstr>
  </property>
  <property fmtid="{D5CDD505-2E9C-101B-9397-08002B2CF9AE}" pid="8" name="PV_DateiTyp">
    <vt:lpwstr>Protokoll</vt:lpwstr>
  </property>
  <property fmtid="{D5CDD505-2E9C-101B-9397-08002B2CF9AE}" pid="9" name="LetztesDatum">
    <vt:lpwstr/>
  </property>
  <property fmtid="{D5CDD505-2E9C-101B-9397-08002B2CF9AE}" pid="10" name="ZeitVon">
    <vt:lpwstr>16:00</vt:lpwstr>
  </property>
  <property fmtid="{D5CDD505-2E9C-101B-9397-08002B2CF9AE}" pid="11" name="ZeitBis">
    <vt:lpwstr/>
  </property>
  <property fmtid="{D5CDD505-2E9C-101B-9397-08002B2CF9AE}" pid="12" name="Dossier.ReferenceNumber">
    <vt:lpwstr> </vt:lpwstr>
  </property>
  <property fmtid="{D5CDD505-2E9C-101B-9397-08002B2CF9AE}" pid="13" name="Document.ReferenceNumber">
    <vt:lpwstr> / 1758</vt:lpwstr>
  </property>
  <property fmtid="{D5CDD505-2E9C-101B-9397-08002B2CF9AE}" pid="14" name="Document.SequenceNumber">
    <vt:lpwstr>1758</vt:lpwstr>
  </property>
  <property fmtid="{D5CDD505-2E9C-101B-9397-08002B2CF9AE}" pid="15" name="User.FullName">
    <vt:lpwstr>zopemaster</vt:lpwstr>
  </property>
  <property fmtid="{D5CDD505-2E9C-101B-9397-08002B2CF9AE}" pid="16" name="Dossier.Title">
    <vt:lpwstr> </vt:lpwstr>
  </property>
  <property fmtid="{D5CDD505-2E9C-101B-9397-08002B2CF9AE}" pid="17" name="User.ID">
    <vt:lpwstr>zopemaster</vt:lpwstr>
  </property>
  <property fmtid="{D5CDD505-2E9C-101B-9397-08002B2CF9AE}" pid="18" name="ogg.document.reference_number">
    <vt:lpwstr> / 1758</vt:lpwstr>
  </property>
  <property fmtid="{D5CDD505-2E9C-101B-9397-08002B2CF9AE}" pid="19" name="ogg.document.sequence_number">
    <vt:lpwstr>1758</vt:lpwstr>
  </property>
  <property fmtid="{D5CDD505-2E9C-101B-9397-08002B2CF9AE}" pid="20" name="ogg.document.title">
    <vt:lpwstr>Walenstadt Protokoll Kopf</vt:lpwstr>
  </property>
  <property fmtid="{D5CDD505-2E9C-101B-9397-08002B2CF9AE}" pid="21" name="ogg.user.userid">
    <vt:lpwstr>zopemaster</vt:lpwstr>
  </property>
  <property fmtid="{D5CDD505-2E9C-101B-9397-08002B2CF9AE}" pid="22" name="ogg.document.document_date">
    <vt:filetime>2018-05-22T00:00:00Z</vt:filetime>
  </property>
  <property fmtid="{D5CDD505-2E9C-101B-9397-08002B2CF9AE}" pid="23" name="ogg.user.title">
    <vt:lpwstr>zopemaster</vt:lpwstr>
  </property>
  <property fmtid="{D5CDD505-2E9C-101B-9397-08002B2CF9AE}" pid="24" name="ogg.user.firstname">
    <vt:lpwstr>Kevin</vt:lpwstr>
  </property>
  <property fmtid="{D5CDD505-2E9C-101B-9397-08002B2CF9AE}" pid="25" name="ogg.user.email">
    <vt:lpwstr>kevin.mollet@walenstadt.ch</vt:lpwstr>
  </property>
  <property fmtid="{D5CDD505-2E9C-101B-9397-08002B2CF9AE}" pid="26" name="ogg.user.lastname">
    <vt:lpwstr>Mollet</vt:lpwstr>
  </property>
  <property fmtid="{D5CDD505-2E9C-101B-9397-08002B2CF9AE}" pid="27" name="ogg.document.version_number">
    <vt:i4>10</vt:i4>
  </property>
</Properties>
</file>